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59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66"/>
        <w:gridCol w:w="1188"/>
        <w:gridCol w:w="1188"/>
      </w:tblGrid>
      <w:tr w:rsidR="00A470C8" w14:paraId="71631587" w14:textId="77777777" w:rsidTr="00A470C8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A470C8" w:rsidRDefault="00A470C8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A470C8" w:rsidRDefault="00A470C8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6C742A4A" w:rsidR="00A470C8" w:rsidRDefault="00A470C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A470C8" w:rsidRDefault="00A470C8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A470C8" w:rsidRDefault="00A470C8">
            <w:pPr>
              <w:rPr>
                <w:rFonts w:cs="Arial"/>
                <w:szCs w:val="20"/>
              </w:rPr>
            </w:pPr>
          </w:p>
        </w:tc>
      </w:tr>
      <w:tr w:rsidR="00A470C8" w14:paraId="3780D4B8" w14:textId="77777777" w:rsidTr="00A470C8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A470C8" w:rsidRDefault="00A470C8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58F99031" w:rsidR="00A470C8" w:rsidRPr="00EE2F31" w:rsidRDefault="00A470C8" w:rsidP="008260A6">
            <w:sdt>
              <w:sdtPr>
                <w:alias w:val="DokumendiKuupäev"/>
                <w:tag w:val="DokumendiKuupäev"/>
                <w:id w:val="-2001185323"/>
                <w:date w:fullDate="2024-03-1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>
                  <w:rPr>
                    <w:lang w:val="et-EE"/>
                  </w:rPr>
                  <w:t>18.03.2024</w:t>
                </w:r>
              </w:sdtContent>
            </w:sdt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4346D735" w:rsidR="00A470C8" w:rsidRDefault="00A470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406EC9A2" w:rsidR="00A470C8" w:rsidRPr="00EE2F31" w:rsidRDefault="00A470C8" w:rsidP="008260A6">
            <w:sdt>
              <w:sdtPr>
                <w:alias w:val="KohtuasjaNumber"/>
                <w:tag w:val="KohtuasjaNumber"/>
                <w:id w:val="-572433356"/>
                <w:text/>
              </w:sdtPr>
              <w:sdtContent>
                <w:r>
                  <w:rPr>
                    <w:rFonts w:ascii="Times New Roman"/>
                    <w:sz w:val="24"/>
                  </w:rPr>
                  <w:t>2-24-922</w:t>
                </w:r>
              </w:sdtContent>
            </w:sdt>
          </w:p>
        </w:tc>
        <w:tc>
          <w:tcPr>
            <w:tcW w:w="1188" w:type="dxa"/>
            <w:shd w:val="clear" w:color="auto" w:fill="auto"/>
          </w:tcPr>
          <w:p w14:paraId="51655529" w14:textId="77777777" w:rsidR="00A470C8" w:rsidRDefault="00A470C8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r w:rsidRPr="00463CBB">
        <w:rPr>
          <w:rFonts w:cs="Arial"/>
          <w:b/>
          <w:szCs w:val="20"/>
        </w:rPr>
        <w:t>Konkurentsiamet</w:t>
      </w:r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r>
        <w:rPr>
          <w:rFonts w:cs="Arial"/>
          <w:szCs w:val="20"/>
        </w:rPr>
        <w:t xml:space="preserve">Tatari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A470C8" w:rsidP="00463CBB">
      <w:pPr>
        <w:rPr>
          <w:rFonts w:cs="Arial"/>
          <w:szCs w:val="20"/>
        </w:rPr>
      </w:pPr>
      <w:hyperlink r:id="rId12" w:history="1">
        <w:r w:rsidR="00463CBB"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10288F46" w14:textId="6357C564" w:rsidR="00463CBB" w:rsidRPr="00A470C8" w:rsidRDefault="00463CBB" w:rsidP="00A470C8">
      <w:pPr>
        <w:jc w:val="both"/>
      </w:pPr>
      <w:r w:rsidRPr="00A470C8">
        <w:rPr>
          <w:rFonts w:cs="Arial"/>
          <w:szCs w:val="20"/>
          <w:lang w:val="et-EE"/>
        </w:rPr>
        <w:t xml:space="preserve">Harju Maakohtu menetluses on tsiviilasi nr </w:t>
      </w:r>
      <w:sdt>
        <w:sdtPr>
          <w:alias w:val="KohtuasjaNumber"/>
          <w:tag w:val="KohtuasjaNumber"/>
          <w:id w:val="-1125694648"/>
          <w:text/>
        </w:sdtPr>
        <w:sdtEndPr/>
        <w:sdtContent>
          <w:r w:rsidRPr="00A470C8">
            <w:rPr>
              <w:rFonts w:ascii="Times New Roman"/>
              <w:sz w:val="24"/>
            </w:rPr>
            <w:t>2-24-922</w:t>
          </w:r>
        </w:sdtContent>
      </w:sdt>
      <w:r w:rsidRPr="00A470C8">
        <w:rPr>
          <w:rFonts w:cs="Arial"/>
          <w:szCs w:val="20"/>
          <w:lang w:val="et-EE"/>
        </w:rPr>
        <w:t xml:space="preserve"> </w:t>
      </w:r>
      <w:sdt>
        <w:sdtPr>
          <w:alias w:val="KohtuasjaPealkiri"/>
          <w:tag w:val="KohtuasjaPealkiri"/>
          <w:id w:val="1390620942"/>
          <w:text/>
        </w:sdtPr>
        <w:sdtEndPr/>
        <w:sdtContent>
          <w:r w:rsidRPr="00A470C8">
            <w:rPr>
              <w:rFonts w:ascii="Times New Roman"/>
              <w:sz w:val="24"/>
            </w:rPr>
            <w:t>Hooldusjuht O</w:t>
          </w:r>
          <w:r w:rsidRPr="00A470C8">
            <w:rPr>
              <w:rFonts w:ascii="Times New Roman"/>
              <w:sz w:val="24"/>
            </w:rPr>
            <w:t>Ü</w:t>
          </w:r>
          <w:r w:rsidRPr="00A470C8">
            <w:rPr>
              <w:rFonts w:ascii="Times New Roman"/>
              <w:sz w:val="24"/>
            </w:rPr>
            <w:t xml:space="preserve"> pankrotiavaldus</w:t>
          </w:r>
        </w:sdtContent>
      </w:sdt>
      <w:r w:rsidR="007D6E02" w:rsidRPr="00A470C8">
        <w:rPr>
          <w:rFonts w:cs="Arial"/>
          <w:szCs w:val="20"/>
          <w:lang w:val="et-EE"/>
        </w:rPr>
        <w:t>.</w:t>
      </w:r>
    </w:p>
    <w:p w14:paraId="7F0D19C9" w14:textId="77777777" w:rsidR="007D6E02" w:rsidRPr="00A470C8" w:rsidRDefault="007D6E02" w:rsidP="00A470C8">
      <w:pPr>
        <w:jc w:val="both"/>
        <w:rPr>
          <w:rFonts w:cs="Arial"/>
          <w:szCs w:val="20"/>
          <w:lang w:val="et-EE"/>
        </w:rPr>
      </w:pPr>
    </w:p>
    <w:p w14:paraId="34A33E6A" w14:textId="77777777" w:rsidR="007D6E02" w:rsidRPr="00A470C8" w:rsidRDefault="007D6E02" w:rsidP="00A470C8">
      <w:pPr>
        <w:jc w:val="both"/>
        <w:rPr>
          <w:rFonts w:cs="Arial"/>
          <w:szCs w:val="20"/>
          <w:lang w:val="et-EE"/>
        </w:rPr>
      </w:pPr>
      <w:r w:rsidRPr="00A470C8">
        <w:rPr>
          <w:rFonts w:cs="Arial"/>
          <w:szCs w:val="20"/>
          <w:lang w:val="et-EE"/>
        </w:rPr>
        <w:t>Vastavalt pankrotiseaduse § 30 lg-le 1 kui võlgnikul ei jätku vara pankrotimenetluse kulude katteks, määrab kohus menetluse raugemise vältimiseks pankrotimenetluse kulude katteks deposiidina selleks ettenähtud kontole makstava summa suuruse ja selle maksmise tähtaja. Sama paragrahvi lg 5 sätestab, et kui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A470C8" w:rsidRDefault="009C6417" w:rsidP="00A470C8">
      <w:pPr>
        <w:jc w:val="both"/>
      </w:pPr>
    </w:p>
    <w:p w14:paraId="5078C3A1" w14:textId="49E92EFD" w:rsidR="00621D26" w:rsidRPr="00A470C8" w:rsidRDefault="007D6E02" w:rsidP="00A470C8">
      <w:pPr>
        <w:jc w:val="both"/>
      </w:pPr>
      <w:r w:rsidRPr="00A470C8">
        <w:rPr>
          <w:lang w:val="et-EE"/>
        </w:rPr>
        <w:t xml:space="preserve">Kohus määras </w:t>
      </w:r>
      <w:r w:rsidR="00A470C8" w:rsidRPr="00A470C8">
        <w:rPr>
          <w:lang w:val="et-EE"/>
        </w:rPr>
        <w:t>05.03.2024</w:t>
      </w:r>
      <w:r w:rsidRPr="00A470C8">
        <w:rPr>
          <w:lang w:val="et-EE"/>
        </w:rPr>
        <w:t xml:space="preserve"> määrusega võlgniku pankrotiavalduse menetluse raugemise vältimiseks pankrotimenetluse kulude katteks kohtu deposiiti makstava summa suuruseks </w:t>
      </w:r>
      <w:r w:rsidR="00167039" w:rsidRPr="00A470C8">
        <w:rPr>
          <w:lang w:val="et-EE"/>
        </w:rPr>
        <w:t>4000</w:t>
      </w:r>
      <w:r w:rsidRPr="00A470C8">
        <w:rPr>
          <w:lang w:val="et-EE"/>
        </w:rPr>
        <w:t xml:space="preserve"> eurot</w:t>
      </w:r>
      <w:r w:rsidRPr="00A470C8">
        <w:t xml:space="preserve"> ja tegi </w:t>
      </w:r>
      <w:r w:rsidRPr="00A470C8">
        <w:rPr>
          <w:lang w:val="et-EE"/>
        </w:rPr>
        <w:t>ettepaneku</w:t>
      </w:r>
      <w:r w:rsidR="00354445" w:rsidRPr="00A470C8">
        <w:rPr>
          <w:lang w:val="et-EE"/>
        </w:rPr>
        <w:t xml:space="preserve"> </w:t>
      </w:r>
      <w:sdt>
        <w:sdtPr>
          <w:alias w:val="MenetlusosaliseNimiKood$$volgnik"/>
          <w:tag w:val="MenetlusosaliseNimiKood$$volgnik"/>
          <w:id w:val="-2133165701"/>
          <w:text/>
        </w:sdtPr>
        <w:sdtEndPr/>
        <w:sdtContent>
          <w:r w:rsidRPr="00A470C8">
            <w:rPr>
              <w:rFonts w:ascii="Times New Roman"/>
              <w:sz w:val="24"/>
            </w:rPr>
            <w:t>Hooldusjuht O</w:t>
          </w:r>
          <w:r w:rsidRPr="00A470C8">
            <w:rPr>
              <w:rFonts w:ascii="Times New Roman"/>
              <w:sz w:val="24"/>
            </w:rPr>
            <w:t>Ü</w:t>
          </w:r>
          <w:r w:rsidRPr="00A470C8">
            <w:rPr>
              <w:rFonts w:ascii="Times New Roman"/>
              <w:sz w:val="24"/>
            </w:rPr>
            <w:t xml:space="preserve"> (12634069)</w:t>
          </w:r>
        </w:sdtContent>
      </w:sdt>
      <w:r w:rsidR="00354445" w:rsidRPr="00A470C8">
        <w:t xml:space="preserve"> </w:t>
      </w:r>
      <w:r w:rsidRPr="00A470C8">
        <w:rPr>
          <w:lang w:val="et-EE"/>
        </w:rPr>
        <w:t xml:space="preserve">pankrotimenetlusest huvitatud isikutele (eelkõige võlausaldajatele) tasuda hiljemalt </w:t>
      </w:r>
      <w:r w:rsidR="00A470C8" w:rsidRPr="00A470C8">
        <w:rPr>
          <w:lang w:val="et-EE"/>
        </w:rPr>
        <w:t>15.03.2024</w:t>
      </w:r>
      <w:r w:rsidRPr="00A470C8">
        <w:rPr>
          <w:lang w:val="et-EE"/>
        </w:rPr>
        <w:t xml:space="preserve"> pankrotimenetluse kulude deposiit Rahandusministeeriumi kontole. Vastav teade avaldati väljaandes Ametlikud Teadaanded </w:t>
      </w:r>
      <w:r w:rsidR="00A470C8" w:rsidRPr="00A470C8">
        <w:rPr>
          <w:lang w:val="et-EE"/>
        </w:rPr>
        <w:t xml:space="preserve">05.03.2024a. </w:t>
      </w:r>
      <w:r w:rsidRPr="00A470C8">
        <w:rPr>
          <w:lang w:val="et-EE"/>
        </w:rPr>
        <w:t xml:space="preserve">Deposiiti tasutud ei ole. </w:t>
      </w:r>
    </w:p>
    <w:p w14:paraId="43F5CE55" w14:textId="77777777" w:rsidR="007D6E02" w:rsidRPr="00A470C8" w:rsidRDefault="007D6E02" w:rsidP="00A470C8">
      <w:pPr>
        <w:spacing w:before="60" w:after="120" w:line="204" w:lineRule="atLeast"/>
        <w:jc w:val="both"/>
        <w:rPr>
          <w:lang w:val="et-EE"/>
        </w:rPr>
      </w:pPr>
    </w:p>
    <w:p w14:paraId="2639F0E9" w14:textId="77777777" w:rsidR="00A470C8" w:rsidRDefault="007D6E02" w:rsidP="00A470C8">
      <w:pPr>
        <w:jc w:val="both"/>
        <w:rPr>
          <w:lang w:val="et-EE"/>
        </w:rPr>
      </w:pPr>
      <w:r w:rsidRPr="00A470C8">
        <w:rPr>
          <w:lang w:val="et-EE"/>
        </w:rPr>
        <w:t>Kohus teavitab käesolevaga</w:t>
      </w:r>
      <w:r w:rsidR="0008177B" w:rsidRPr="00A470C8">
        <w:rPr>
          <w:lang w:val="et-EE"/>
        </w:rPr>
        <w:t xml:space="preserve"> pankrotiseaduse § 30 lg 5 </w:t>
      </w:r>
      <w:r w:rsidRPr="00A470C8">
        <w:rPr>
          <w:lang w:val="et-EE"/>
        </w:rPr>
        <w:t xml:space="preserve">Konkurentsiametit, et deposiiti raugemise vältimiseks tsiviilasjas nr </w:t>
      </w:r>
      <w:sdt>
        <w:sdtPr>
          <w:alias w:val="KohtuasjaNumber"/>
          <w:tag w:val="KohtuasjaNumber"/>
          <w:id w:val="-1529329490"/>
          <w:text/>
        </w:sdtPr>
        <w:sdtEndPr/>
        <w:sdtContent>
          <w:r w:rsidRPr="00A470C8">
            <w:rPr>
              <w:rFonts w:ascii="Times New Roman"/>
              <w:sz w:val="24"/>
            </w:rPr>
            <w:t>2-24-922</w:t>
          </w:r>
        </w:sdtContent>
      </w:sdt>
      <w:r w:rsidRPr="00A470C8">
        <w:rPr>
          <w:lang w:val="et-EE"/>
        </w:rPr>
        <w:t xml:space="preserve"> antud tähtajaks tasutud ei ole, </w:t>
      </w:r>
      <w:r w:rsidR="00B84EB2" w:rsidRPr="00A470C8">
        <w:rPr>
          <w:lang w:val="et-EE"/>
        </w:rPr>
        <w:t>ning teeb</w:t>
      </w:r>
      <w:r w:rsidRPr="00A470C8">
        <w:rPr>
          <w:lang w:val="et-EE"/>
        </w:rPr>
        <w:t xml:space="preserve"> ettepaneku esitada avaldus pankrotimenetluse läbiviimiseks avaliku uurimisena.</w:t>
      </w:r>
    </w:p>
    <w:p w14:paraId="47F95A5C" w14:textId="17DBE38D" w:rsidR="007D6E02" w:rsidRPr="00EE2F31" w:rsidRDefault="007D6E02" w:rsidP="00A470C8">
      <w:pPr>
        <w:jc w:val="both"/>
      </w:pPr>
      <w:r w:rsidRPr="00A470C8">
        <w:rPr>
          <w:b/>
          <w:bCs/>
          <w:lang w:val="et-EE"/>
        </w:rPr>
        <w:t xml:space="preserve">Kohus annab </w:t>
      </w:r>
      <w:r w:rsidR="00B84EB2" w:rsidRPr="00A470C8">
        <w:rPr>
          <w:b/>
          <w:bCs/>
          <w:lang w:val="et-EE"/>
        </w:rPr>
        <w:t xml:space="preserve">käesolevaga </w:t>
      </w:r>
      <w:r w:rsidRPr="00A470C8">
        <w:rPr>
          <w:b/>
          <w:bCs/>
          <w:lang w:val="et-EE"/>
        </w:rPr>
        <w:t>Konkurentsiametile tähtaja avaliku uurimismenetluse alustamise otsustamiseks ja kohtu teavitamiseks 10 päeva alates käesoleva kohtukirja kättesaamisest.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53F5BCD" w14:textId="77777777" w:rsidR="009C6417" w:rsidRPr="00D33AAD" w:rsidRDefault="009C6417" w:rsidP="009C6417"/>
    <w:p w14:paraId="5AB19F36" w14:textId="77777777" w:rsidR="009C6417" w:rsidRPr="00D33AAD" w:rsidRDefault="009C6417" w:rsidP="009C6417"/>
    <w:p w14:paraId="6B35CF5A" w14:textId="47BE24F1" w:rsidR="00607A50" w:rsidRPr="00D33AAD" w:rsidRDefault="00167039" w:rsidP="00607A50">
      <w:r>
        <w:t>k</w:t>
      </w:r>
      <w:r w:rsidR="00607A50" w:rsidRPr="00D33AAD">
        <w:t>ohtuistungi sekretär</w:t>
      </w:r>
    </w:p>
    <w:p w14:paraId="0A60AFC0" w14:textId="55355041" w:rsidR="00607A50" w:rsidRPr="00D33AAD" w:rsidRDefault="00167039" w:rsidP="00607A50">
      <w:r>
        <w:t>Linda Rahu linda.rahu@kohus.ee</w:t>
      </w:r>
    </w:p>
    <w:p w14:paraId="3A431C90" w14:textId="3AE06214" w:rsidR="009C6417" w:rsidRPr="00D33AAD" w:rsidRDefault="00607A50" w:rsidP="00607A50">
      <w:r w:rsidRPr="00D33AAD">
        <w:t xml:space="preserve">Tel 6200 </w:t>
      </w:r>
      <w:r w:rsidR="00167039">
        <w:t>019</w:t>
      </w:r>
    </w:p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8C322" w14:textId="77777777" w:rsidR="00A9769C" w:rsidRDefault="00A9769C" w:rsidP="00DA1915">
      <w:r>
        <w:separator/>
      </w:r>
    </w:p>
  </w:endnote>
  <w:endnote w:type="continuationSeparator" w:id="0">
    <w:p w14:paraId="070EFAA2" w14:textId="77777777" w:rsidR="00A9769C" w:rsidRDefault="00A9769C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0D787F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>
              <v:textbox>
                <w:txbxContent>
                  <w:p w:rsidRPr="009C6417" w:rsidR="00E349D5" w:rsidP="009C6417" w:rsidRDefault="00E349D5" w14:paraId="0899ECE8" w14:textId="7777777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 w:rsid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Pr="009C6417" w:rsidR="00E349D5" w:rsidP="00E349D5" w:rsidRDefault="00E349D5" w14:paraId="14222B38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w:history="1" r:id="rId2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Pr="00E349D5" w:rsidR="00FC186C" w:rsidP="002719AB" w:rsidRDefault="00FC186C" w14:paraId="7DE0B9E3" w14:textId="77777777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DCA3" w14:textId="77777777" w:rsidR="00A9769C" w:rsidRDefault="00A9769C" w:rsidP="00DA1915">
      <w:r>
        <w:separator/>
      </w:r>
    </w:p>
  </w:footnote>
  <w:footnote w:type="continuationSeparator" w:id="0">
    <w:p w14:paraId="7F51B3F8" w14:textId="77777777" w:rsidR="00A9769C" w:rsidRDefault="00A9769C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6BA59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A2D45"/>
    <w:multiLevelType w:val="multilevel"/>
    <w:tmpl w:val="E04A347C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37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67039"/>
    <w:rsid w:val="00214269"/>
    <w:rsid w:val="002719AB"/>
    <w:rsid w:val="002F71A3"/>
    <w:rsid w:val="00354445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2147"/>
    <w:rsid w:val="00562726"/>
    <w:rsid w:val="00607A50"/>
    <w:rsid w:val="00621D26"/>
    <w:rsid w:val="00644995"/>
    <w:rsid w:val="006C5155"/>
    <w:rsid w:val="006F03E6"/>
    <w:rsid w:val="007063FB"/>
    <w:rsid w:val="007259A7"/>
    <w:rsid w:val="00791DB2"/>
    <w:rsid w:val="007D6E02"/>
    <w:rsid w:val="007E2FBB"/>
    <w:rsid w:val="008260A6"/>
    <w:rsid w:val="00873A81"/>
    <w:rsid w:val="008A49AC"/>
    <w:rsid w:val="008F0FC9"/>
    <w:rsid w:val="009C6417"/>
    <w:rsid w:val="00A252B8"/>
    <w:rsid w:val="00A470C8"/>
    <w:rsid w:val="00A87BC8"/>
    <w:rsid w:val="00A9769C"/>
    <w:rsid w:val="00AB7297"/>
    <w:rsid w:val="00AE1A18"/>
    <w:rsid w:val="00B1243C"/>
    <w:rsid w:val="00B310B5"/>
    <w:rsid w:val="00B57933"/>
    <w:rsid w:val="00B84EB2"/>
    <w:rsid w:val="00B93951"/>
    <w:rsid w:val="00BD6BF6"/>
    <w:rsid w:val="00C8651B"/>
    <w:rsid w:val="00CD3E78"/>
    <w:rsid w:val="00CE278A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E2F31"/>
    <w:rsid w:val="00EE3824"/>
    <w:rsid w:val="00EE667C"/>
    <w:rsid w:val="00F11AE2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5</TotalTime>
  <Pages>1</Pages>
  <Words>276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Linda Rahu</cp:lastModifiedBy>
  <cp:revision>4</cp:revision>
  <dcterms:created xsi:type="dcterms:W3CDTF">2023-10-12T08:31:00Z</dcterms:created>
  <dcterms:modified xsi:type="dcterms:W3CDTF">2024-03-18T07:21:00Z</dcterms:modified>
</cp:coreProperties>
</file>